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A06A5E" w:rsidRPr="00387875" w14:paraId="4F2D4D1F" w14:textId="77777777" w:rsidTr="008574C8">
        <w:tc>
          <w:tcPr>
            <w:tcW w:w="1208" w:type="dxa"/>
          </w:tcPr>
          <w:p w14:paraId="3AEE24BF" w14:textId="77777777" w:rsidR="00A06A5E" w:rsidRPr="0024527D" w:rsidRDefault="00A06A5E" w:rsidP="008574C8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24527D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5D04777F" w14:textId="77777777" w:rsidR="00A06A5E" w:rsidRPr="0024527D" w:rsidRDefault="00A06A5E" w:rsidP="008574C8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24527D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0F692140" w14:textId="77777777" w:rsidR="00A06A5E" w:rsidRPr="0024527D" w:rsidRDefault="00A06A5E" w:rsidP="00D17F30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24527D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24527D" w:rsidRPr="00D5395B" w14:paraId="63009205" w14:textId="77777777" w:rsidTr="008574C8">
        <w:tc>
          <w:tcPr>
            <w:tcW w:w="1208" w:type="dxa"/>
          </w:tcPr>
          <w:p w14:paraId="17F472EF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00309050</w:t>
            </w:r>
          </w:p>
        </w:tc>
        <w:tc>
          <w:tcPr>
            <w:tcW w:w="1867" w:type="dxa"/>
          </w:tcPr>
          <w:p w14:paraId="17E9F80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per gas in ottone</w:t>
            </w:r>
          </w:p>
          <w:p w14:paraId="05DD80D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Normalmente Chiusa</w:t>
            </w:r>
          </w:p>
          <w:p w14:paraId="1DA4461F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F-F 1/2"</w:t>
            </w:r>
          </w:p>
        </w:tc>
        <w:tc>
          <w:tcPr>
            <w:tcW w:w="6525" w:type="dxa"/>
          </w:tcPr>
          <w:p w14:paraId="4222C577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femmina – femmina per gas in ottone normalmente chiusa da 1/2".</w:t>
            </w:r>
          </w:p>
          <w:p w14:paraId="4AFE3488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Omologazione CE secondo UNI EN 161.</w:t>
            </w:r>
          </w:p>
          <w:p w14:paraId="15321821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3DD471D8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1A204CBA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642C4C91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2823E14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29945238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9 W</w:t>
            </w:r>
          </w:p>
          <w:p w14:paraId="3A22F6BA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filettati secondo UNI EN 10226</w:t>
            </w:r>
          </w:p>
          <w:p w14:paraId="6A6002E0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005B4C42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49891D46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2C34E119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03AC35B5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00950805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</w:p>
          <w:p w14:paraId="7061622F" w14:textId="06ACD0F8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a riarmo manuale per gas in ottone Normalmente Chiusa F-F 1/2"o equivalente.</w:t>
            </w:r>
          </w:p>
        </w:tc>
      </w:tr>
      <w:tr w:rsidR="0024527D" w:rsidRPr="00D5395B" w14:paraId="7E3BB21D" w14:textId="77777777" w:rsidTr="008574C8">
        <w:tc>
          <w:tcPr>
            <w:tcW w:w="1208" w:type="dxa"/>
          </w:tcPr>
          <w:p w14:paraId="27EEB33E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00309052</w:t>
            </w:r>
          </w:p>
        </w:tc>
        <w:tc>
          <w:tcPr>
            <w:tcW w:w="1867" w:type="dxa"/>
          </w:tcPr>
          <w:p w14:paraId="0B5F1ACF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per gas in ottone</w:t>
            </w:r>
          </w:p>
          <w:p w14:paraId="5A941D0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Normalmente Chiusa</w:t>
            </w:r>
          </w:p>
          <w:p w14:paraId="7F2AD80E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F-F 3/4"</w:t>
            </w:r>
          </w:p>
        </w:tc>
        <w:tc>
          <w:tcPr>
            <w:tcW w:w="6525" w:type="dxa"/>
          </w:tcPr>
          <w:p w14:paraId="29AF7F9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femmina – femmina per gas in ottone normalmente chiusa da 3/4".</w:t>
            </w:r>
          </w:p>
          <w:p w14:paraId="4CBF342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Omologazione CE secondo UNI EN 161.</w:t>
            </w:r>
          </w:p>
          <w:p w14:paraId="5E4083A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6C075C15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7164773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363EF7F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8BB7701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3AD124A6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9 W</w:t>
            </w:r>
          </w:p>
          <w:p w14:paraId="0477D27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filettati secondo UNI EN 10226</w:t>
            </w:r>
          </w:p>
          <w:p w14:paraId="03D2EB9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4DA5B695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695A5615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49A5494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64FA21D5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6AF0C2D1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</w:p>
          <w:p w14:paraId="316EAEFB" w14:textId="50BCBF50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a riarmo manuale per gas in ottone Normalmente Chiusa F-F 3/4"o equivalente.</w:t>
            </w:r>
          </w:p>
        </w:tc>
      </w:tr>
      <w:tr w:rsidR="0024527D" w:rsidRPr="00D5395B" w14:paraId="1365E88F" w14:textId="77777777" w:rsidTr="008574C8">
        <w:tc>
          <w:tcPr>
            <w:tcW w:w="1208" w:type="dxa"/>
          </w:tcPr>
          <w:p w14:paraId="532D080E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00309057</w:t>
            </w:r>
          </w:p>
        </w:tc>
        <w:tc>
          <w:tcPr>
            <w:tcW w:w="1867" w:type="dxa"/>
          </w:tcPr>
          <w:p w14:paraId="019AF54E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per gas in ottone</w:t>
            </w:r>
          </w:p>
          <w:p w14:paraId="30C15A3F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lastRenderedPageBreak/>
              <w:t>Normalmente Chiusa</w:t>
            </w:r>
          </w:p>
          <w:p w14:paraId="04B0037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F-F 1"</w:t>
            </w:r>
          </w:p>
        </w:tc>
        <w:tc>
          <w:tcPr>
            <w:tcW w:w="6525" w:type="dxa"/>
          </w:tcPr>
          <w:p w14:paraId="6F81FD1A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lastRenderedPageBreak/>
              <w:t>Elettrovalvola a riarmo manuale femmina – femmina per gas in ottone normalmente chiusa da 1".</w:t>
            </w:r>
          </w:p>
          <w:p w14:paraId="68D7C338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Omologazione CE secondo UNI EN 161.</w:t>
            </w:r>
          </w:p>
          <w:p w14:paraId="38692BD0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35C296B1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lastRenderedPageBreak/>
              <w:t>Conforme Direttiva ATEX 2014/34/UE.</w:t>
            </w:r>
          </w:p>
          <w:p w14:paraId="051BCCC3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168AFAC2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CC29481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7FC80342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9 W</w:t>
            </w:r>
          </w:p>
          <w:p w14:paraId="3731F87B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filettati secondo UNI EN 10226</w:t>
            </w:r>
          </w:p>
          <w:p w14:paraId="13166A1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5DF1B5C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1CD83618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2D9FE82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6A9AB553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4C2B2D15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</w:p>
          <w:p w14:paraId="2F6D691A" w14:textId="62E310EE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a riarmo manuale per gas in ottone Normalmente Chiusa F-F 1"o equivalente.</w:t>
            </w:r>
          </w:p>
        </w:tc>
      </w:tr>
      <w:tr w:rsidR="0024527D" w:rsidRPr="00D5395B" w14:paraId="407975FD" w14:textId="77777777" w:rsidTr="008574C8">
        <w:tc>
          <w:tcPr>
            <w:tcW w:w="1208" w:type="dxa"/>
          </w:tcPr>
          <w:p w14:paraId="47976ED2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lastRenderedPageBreak/>
              <w:t>00309056</w:t>
            </w:r>
          </w:p>
        </w:tc>
        <w:tc>
          <w:tcPr>
            <w:tcW w:w="1867" w:type="dxa"/>
          </w:tcPr>
          <w:p w14:paraId="178342F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Elettrovalvola a riarmo manuale per gas in alluminio </w:t>
            </w:r>
          </w:p>
          <w:p w14:paraId="21AC949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Normalmente Chiusa</w:t>
            </w:r>
          </w:p>
          <w:p w14:paraId="74CD0153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F-F 1"</w:t>
            </w:r>
          </w:p>
        </w:tc>
        <w:tc>
          <w:tcPr>
            <w:tcW w:w="6525" w:type="dxa"/>
          </w:tcPr>
          <w:p w14:paraId="77B8CE40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femmina – femmina per gas in alluminio normalmente chiusa da 1".</w:t>
            </w:r>
          </w:p>
          <w:p w14:paraId="07CD6C42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Omologazione CE secondo UNI EN 161.</w:t>
            </w:r>
          </w:p>
          <w:p w14:paraId="6EBECEF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29166293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5AD065A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07D8F072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88CF60B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42C7D96A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9 W</w:t>
            </w:r>
          </w:p>
          <w:p w14:paraId="07EC940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filettati secondo UNI EN 10226</w:t>
            </w:r>
          </w:p>
          <w:p w14:paraId="19F8505A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662F44D1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3E6FE1A3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653010A4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7FFB4907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662D8F7F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</w:p>
          <w:p w14:paraId="7CE6E203" w14:textId="6A3933AC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a riarmo manuale per gas in alluminio Normalmente Chiusa F-F 1" o equivalente.</w:t>
            </w:r>
          </w:p>
        </w:tc>
      </w:tr>
      <w:tr w:rsidR="0024527D" w:rsidRPr="00D5395B" w14:paraId="2848F06E" w14:textId="77777777" w:rsidTr="008574C8">
        <w:tc>
          <w:tcPr>
            <w:tcW w:w="1208" w:type="dxa"/>
          </w:tcPr>
          <w:p w14:paraId="0EB0502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00309058</w:t>
            </w:r>
          </w:p>
        </w:tc>
        <w:tc>
          <w:tcPr>
            <w:tcW w:w="1867" w:type="dxa"/>
          </w:tcPr>
          <w:p w14:paraId="1CFF37C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Elettrovalvola a riarmo manuale per gas in alluminio </w:t>
            </w:r>
          </w:p>
          <w:p w14:paraId="060B2702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Normalmente Chiusa</w:t>
            </w:r>
          </w:p>
          <w:p w14:paraId="74E4322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F-F 1"1/4</w:t>
            </w:r>
          </w:p>
        </w:tc>
        <w:tc>
          <w:tcPr>
            <w:tcW w:w="6525" w:type="dxa"/>
          </w:tcPr>
          <w:p w14:paraId="71658F88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femmina – femmina per gas in alluminio normalmente chiusa da 1"1/4.</w:t>
            </w:r>
          </w:p>
          <w:p w14:paraId="6040549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Omologazione CE secondo UNI EN 161.</w:t>
            </w:r>
          </w:p>
          <w:p w14:paraId="1EFAB66C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1335073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74632C8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1BB07643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BB5B0CB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644C4E62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9 W</w:t>
            </w:r>
          </w:p>
          <w:p w14:paraId="5E68025B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lastRenderedPageBreak/>
              <w:t>Attacchi filettati secondo UNI EN 10226</w:t>
            </w:r>
          </w:p>
          <w:p w14:paraId="572F4775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4BD52AA5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4BD1DF4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4D703AE7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65909704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76FE7241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</w:p>
          <w:p w14:paraId="1A7226D8" w14:textId="651D8E0B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a riarmo manuale per gas in alluminio Normalmente Chiusa F-F 1"1/4 o equivalente.</w:t>
            </w:r>
          </w:p>
        </w:tc>
      </w:tr>
      <w:tr w:rsidR="0024527D" w:rsidRPr="00D5395B" w14:paraId="5E74B038" w14:textId="77777777" w:rsidTr="008574C8">
        <w:tc>
          <w:tcPr>
            <w:tcW w:w="1208" w:type="dxa"/>
          </w:tcPr>
          <w:p w14:paraId="113C7C23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lastRenderedPageBreak/>
              <w:t>00309060</w:t>
            </w:r>
          </w:p>
        </w:tc>
        <w:tc>
          <w:tcPr>
            <w:tcW w:w="1867" w:type="dxa"/>
          </w:tcPr>
          <w:p w14:paraId="58730BD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Elettrovalvola a riarmo manuale per gas in alluminio </w:t>
            </w:r>
          </w:p>
          <w:p w14:paraId="509997EF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Normalmente Chiusa</w:t>
            </w:r>
          </w:p>
          <w:p w14:paraId="2F669673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F-F 1"1/2</w:t>
            </w:r>
          </w:p>
        </w:tc>
        <w:tc>
          <w:tcPr>
            <w:tcW w:w="6525" w:type="dxa"/>
          </w:tcPr>
          <w:p w14:paraId="0DA67F77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femmina – femmina per gas in alluminio normalmente chiusa da 1"1/2.</w:t>
            </w:r>
          </w:p>
          <w:p w14:paraId="4774A8DC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Omologazione CE secondo UNI EN 161.</w:t>
            </w:r>
          </w:p>
          <w:p w14:paraId="617ED557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59CB472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6675166E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34EA5872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D4FE921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1DAF570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9 W</w:t>
            </w:r>
          </w:p>
          <w:p w14:paraId="6AAB732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filettati secondo UNI EN 10226</w:t>
            </w:r>
          </w:p>
          <w:p w14:paraId="4E6E5CF0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7AF049F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6F5350D7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6A513187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47E5F7C3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5C5EC702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</w:p>
          <w:p w14:paraId="3B058965" w14:textId="40C2687B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a riarmo manuale per gas in alluminio Normalmente Chiusa F-F 1"1/2  o equivalente.</w:t>
            </w:r>
          </w:p>
        </w:tc>
      </w:tr>
      <w:tr w:rsidR="0024527D" w:rsidRPr="00D5395B" w14:paraId="0664AC11" w14:textId="77777777" w:rsidTr="008574C8">
        <w:tc>
          <w:tcPr>
            <w:tcW w:w="1208" w:type="dxa"/>
          </w:tcPr>
          <w:p w14:paraId="3D994DF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00309062</w:t>
            </w:r>
          </w:p>
        </w:tc>
        <w:tc>
          <w:tcPr>
            <w:tcW w:w="1867" w:type="dxa"/>
          </w:tcPr>
          <w:p w14:paraId="3D505BEA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Elettrovalvola a riarmo manuale per gas in alluminio </w:t>
            </w:r>
          </w:p>
          <w:p w14:paraId="4EE2E46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Normalmente Chiusa</w:t>
            </w:r>
          </w:p>
          <w:p w14:paraId="7161B07D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F-F 2"</w:t>
            </w:r>
          </w:p>
        </w:tc>
        <w:tc>
          <w:tcPr>
            <w:tcW w:w="6525" w:type="dxa"/>
          </w:tcPr>
          <w:p w14:paraId="4BBCA08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femmina – femmina per gas in alluminio normalmente chiusa da 2".</w:t>
            </w:r>
          </w:p>
          <w:p w14:paraId="1E670AED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Omologazione CE secondo UNI EN 161.</w:t>
            </w:r>
          </w:p>
          <w:p w14:paraId="721ADC31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0B7E498D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06D8628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36492A71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FEDF084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5630CC06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9 W</w:t>
            </w:r>
          </w:p>
          <w:p w14:paraId="290FD461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filettati secondo UNI EN 10226</w:t>
            </w:r>
          </w:p>
          <w:p w14:paraId="5F534AA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1964CCF4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4B177B04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5ED72224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7E45A92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lastRenderedPageBreak/>
              <w:t>Grado di protezione: IP65</w:t>
            </w:r>
          </w:p>
          <w:p w14:paraId="517804FA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</w:p>
          <w:p w14:paraId="0463DEBD" w14:textId="105D8495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a riarmo manuale per gas in alluminio Normalmente Chiusa F-F 2" o equivalente.</w:t>
            </w:r>
          </w:p>
        </w:tc>
      </w:tr>
      <w:tr w:rsidR="0024527D" w:rsidRPr="00D5395B" w14:paraId="735AAA7D" w14:textId="77777777" w:rsidTr="008574C8">
        <w:tc>
          <w:tcPr>
            <w:tcW w:w="1208" w:type="dxa"/>
          </w:tcPr>
          <w:p w14:paraId="5F29AC8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lastRenderedPageBreak/>
              <w:t>00308500</w:t>
            </w:r>
          </w:p>
        </w:tc>
        <w:tc>
          <w:tcPr>
            <w:tcW w:w="1867" w:type="dxa"/>
          </w:tcPr>
          <w:p w14:paraId="5CCC217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per gas in ottone</w:t>
            </w:r>
          </w:p>
          <w:p w14:paraId="1E2CA015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Normalmente Aperta</w:t>
            </w:r>
          </w:p>
          <w:p w14:paraId="310614E7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F-F 1/2"</w:t>
            </w:r>
          </w:p>
        </w:tc>
        <w:tc>
          <w:tcPr>
            <w:tcW w:w="6525" w:type="dxa"/>
          </w:tcPr>
          <w:p w14:paraId="515CC280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femmina – femmina per gas in ottone normalmente aperta da 1/2".</w:t>
            </w:r>
          </w:p>
          <w:p w14:paraId="6E9E8782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52C16C5A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6166A8B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3A633D2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C2E2F14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62D0DC4B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7 W</w:t>
            </w:r>
          </w:p>
          <w:p w14:paraId="01A014C6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filettati secondo UNI EN 10226</w:t>
            </w:r>
          </w:p>
          <w:p w14:paraId="75499624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2311D559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7E32767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70F8C4B2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129EC37F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6FBEA917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0069BBEA" w14:textId="08A8C7EB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a riarmo manuale per gas in ottone Normalmente Aperta F-F 1/2" o equivalente.</w:t>
            </w:r>
          </w:p>
        </w:tc>
      </w:tr>
      <w:tr w:rsidR="0024527D" w:rsidRPr="00D5395B" w14:paraId="3BAF828D" w14:textId="77777777" w:rsidTr="008574C8">
        <w:tc>
          <w:tcPr>
            <w:tcW w:w="1208" w:type="dxa"/>
          </w:tcPr>
          <w:p w14:paraId="784B7D3C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00308502</w:t>
            </w:r>
          </w:p>
        </w:tc>
        <w:tc>
          <w:tcPr>
            <w:tcW w:w="1867" w:type="dxa"/>
          </w:tcPr>
          <w:p w14:paraId="031070BE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per gas in ottone</w:t>
            </w:r>
          </w:p>
          <w:p w14:paraId="28C1EBF0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Normalmente Aperta</w:t>
            </w:r>
          </w:p>
          <w:p w14:paraId="3285118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F-F 3/4"</w:t>
            </w:r>
          </w:p>
        </w:tc>
        <w:tc>
          <w:tcPr>
            <w:tcW w:w="6525" w:type="dxa"/>
          </w:tcPr>
          <w:p w14:paraId="35FE79D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femmina – femmina per gas in ottone normalmente aperta da 3/4”.</w:t>
            </w:r>
          </w:p>
          <w:p w14:paraId="7E958C2A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4A2F1DA5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0C911C7C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35FE76D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E222657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7F25CAB1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7 W</w:t>
            </w:r>
          </w:p>
          <w:p w14:paraId="67DDE880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filettati secondo UNI EN 10226</w:t>
            </w:r>
          </w:p>
          <w:p w14:paraId="472D6E9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34F93708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57C0F802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20F75738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4BD9C7CD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7CD2CFBF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3E78CF25" w14:textId="7739A91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a riarmo manuale per gas in ottone Normalmente Aperta F-F 3/4" o equivalente.</w:t>
            </w:r>
          </w:p>
        </w:tc>
      </w:tr>
      <w:tr w:rsidR="0024527D" w:rsidRPr="00D5395B" w14:paraId="1CF509D5" w14:textId="77777777" w:rsidTr="008574C8">
        <w:tc>
          <w:tcPr>
            <w:tcW w:w="1208" w:type="dxa"/>
          </w:tcPr>
          <w:p w14:paraId="57303955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00308504</w:t>
            </w:r>
          </w:p>
        </w:tc>
        <w:tc>
          <w:tcPr>
            <w:tcW w:w="1867" w:type="dxa"/>
          </w:tcPr>
          <w:p w14:paraId="7014511C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per gas in ottone</w:t>
            </w:r>
          </w:p>
          <w:p w14:paraId="56789A3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lastRenderedPageBreak/>
              <w:t>Normalmente Aperta</w:t>
            </w:r>
          </w:p>
          <w:p w14:paraId="6BC0A09E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F-F 1"</w:t>
            </w:r>
          </w:p>
        </w:tc>
        <w:tc>
          <w:tcPr>
            <w:tcW w:w="6525" w:type="dxa"/>
          </w:tcPr>
          <w:p w14:paraId="57DEC48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lastRenderedPageBreak/>
              <w:t>Elettrovalvola a riarmo manuale femmina – femmina per gas in ottone normalmente aperta da 1".</w:t>
            </w:r>
          </w:p>
          <w:p w14:paraId="18268E6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1A325FC3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lastRenderedPageBreak/>
              <w:t>Conforme Direttiva ATEX 2014/34/UE.</w:t>
            </w:r>
          </w:p>
          <w:p w14:paraId="19907AD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56C5F42E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33573A3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34A1EF69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7 W</w:t>
            </w:r>
          </w:p>
          <w:p w14:paraId="436A55A8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filettati secondo UNI EN 10226</w:t>
            </w:r>
          </w:p>
          <w:p w14:paraId="6164D596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7462C73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0C8250A5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7E5C898D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3F15EE98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476F072C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0973078B" w14:textId="23C2355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a riarmo manuale per gas in ottone Normalmente Aperta F-F 1" o equivalente.</w:t>
            </w:r>
          </w:p>
        </w:tc>
      </w:tr>
      <w:tr w:rsidR="0024527D" w:rsidRPr="00D5395B" w14:paraId="79C23ECD" w14:textId="77777777" w:rsidTr="008574C8">
        <w:tc>
          <w:tcPr>
            <w:tcW w:w="1208" w:type="dxa"/>
          </w:tcPr>
          <w:p w14:paraId="7F86FBE7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lastRenderedPageBreak/>
              <w:t>00308034</w:t>
            </w:r>
          </w:p>
        </w:tc>
        <w:tc>
          <w:tcPr>
            <w:tcW w:w="1867" w:type="dxa"/>
          </w:tcPr>
          <w:p w14:paraId="787AD0B7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Elettrovalvola a riarmo manuale per gas in alluminio </w:t>
            </w:r>
          </w:p>
          <w:p w14:paraId="1AA5E9CE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Normalmente Aperta</w:t>
            </w:r>
          </w:p>
          <w:p w14:paraId="6A0737E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F-F 3/4"</w:t>
            </w:r>
          </w:p>
        </w:tc>
        <w:tc>
          <w:tcPr>
            <w:tcW w:w="6525" w:type="dxa"/>
          </w:tcPr>
          <w:p w14:paraId="31F8C8B3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femmina – femmina per gas in alluminio normalmente aperta da 3/4”.</w:t>
            </w:r>
          </w:p>
          <w:p w14:paraId="303859D0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7CDA51C8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5E8061F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7E3B016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8B1502A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055D3866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24 W</w:t>
            </w:r>
          </w:p>
          <w:p w14:paraId="64494C10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filettati secondo UNI EN 10226</w:t>
            </w:r>
          </w:p>
          <w:p w14:paraId="6AF7E5B1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43339603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2D0EBB58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2935F909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169F8E7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0229F81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1F1EC041" w14:textId="46CEE962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a riarmo manuale per gas in alluminio Normalmente Aperta F-F 3/4" o equivalente.</w:t>
            </w:r>
          </w:p>
        </w:tc>
      </w:tr>
      <w:tr w:rsidR="0024527D" w:rsidRPr="00D5395B" w14:paraId="33198603" w14:textId="77777777" w:rsidTr="008574C8">
        <w:tc>
          <w:tcPr>
            <w:tcW w:w="1208" w:type="dxa"/>
          </w:tcPr>
          <w:p w14:paraId="2BF0305D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00308100</w:t>
            </w:r>
          </w:p>
        </w:tc>
        <w:tc>
          <w:tcPr>
            <w:tcW w:w="1867" w:type="dxa"/>
          </w:tcPr>
          <w:p w14:paraId="387C3D3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Elettrovalvola a riarmo manuale per gas in alluminio </w:t>
            </w:r>
          </w:p>
          <w:p w14:paraId="11457A98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Normalmente Aperta</w:t>
            </w:r>
          </w:p>
          <w:p w14:paraId="317CC640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F-F 1"</w:t>
            </w:r>
          </w:p>
        </w:tc>
        <w:tc>
          <w:tcPr>
            <w:tcW w:w="6525" w:type="dxa"/>
          </w:tcPr>
          <w:p w14:paraId="1ACE657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femmina – femmina per gas in alluminio normalmente aperta da 1”.</w:t>
            </w:r>
          </w:p>
          <w:p w14:paraId="7B171C08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409B59A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22CAB070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54DF7395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B61EC21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16AC6F07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24 W</w:t>
            </w:r>
          </w:p>
          <w:p w14:paraId="702C2C7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filettati secondo UNI EN 10226</w:t>
            </w:r>
          </w:p>
          <w:p w14:paraId="69B3CC84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31B9CFC7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lastRenderedPageBreak/>
              <w:t>Temperatura ambiente: da -15 a +60 °C</w:t>
            </w:r>
          </w:p>
          <w:p w14:paraId="4064C761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7541B604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74F0B93A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51FED6FD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388A778F" w14:textId="3E7DD93D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a riarmo manuale per gas in alluminio Normalmente Aperta F-F 1" o equivalente.</w:t>
            </w:r>
          </w:p>
        </w:tc>
      </w:tr>
      <w:tr w:rsidR="0024527D" w:rsidRPr="00D5395B" w14:paraId="68C4FF0A" w14:textId="77777777" w:rsidTr="008574C8">
        <w:tc>
          <w:tcPr>
            <w:tcW w:w="1208" w:type="dxa"/>
          </w:tcPr>
          <w:p w14:paraId="7536EB7E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lastRenderedPageBreak/>
              <w:t>00308114</w:t>
            </w:r>
          </w:p>
        </w:tc>
        <w:tc>
          <w:tcPr>
            <w:tcW w:w="1867" w:type="dxa"/>
          </w:tcPr>
          <w:p w14:paraId="56F528C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Elettrovalvola a riarmo manuale per gas in alluminio </w:t>
            </w:r>
          </w:p>
          <w:p w14:paraId="162A124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Normalmente Aperta</w:t>
            </w:r>
          </w:p>
          <w:p w14:paraId="670B887A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F-F 1"1/4</w:t>
            </w:r>
          </w:p>
        </w:tc>
        <w:tc>
          <w:tcPr>
            <w:tcW w:w="6525" w:type="dxa"/>
          </w:tcPr>
          <w:p w14:paraId="407F9EFD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femmina – femmina per gas in alluminio normalmente aperta da 1”1/4.</w:t>
            </w:r>
          </w:p>
          <w:p w14:paraId="7B03349C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450649A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1D450ED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7D57599E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B160AD8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37AAD178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24 W</w:t>
            </w:r>
          </w:p>
          <w:p w14:paraId="2F32A9A2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filettati secondo UNI EN 10226</w:t>
            </w:r>
          </w:p>
          <w:p w14:paraId="45A278C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05013F38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1BE30CA8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70693D2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105CF7BD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5998C20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5458ABD5" w14:textId="13DCDA0A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a riarmo manuale per gas in alluminio Normalmente Aperta F-F 1"1/4 o equivalente.</w:t>
            </w:r>
          </w:p>
        </w:tc>
      </w:tr>
      <w:tr w:rsidR="0024527D" w:rsidRPr="00D5395B" w14:paraId="62E82792" w14:textId="77777777" w:rsidTr="008574C8">
        <w:tc>
          <w:tcPr>
            <w:tcW w:w="1208" w:type="dxa"/>
          </w:tcPr>
          <w:p w14:paraId="68791BB7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00308112</w:t>
            </w:r>
          </w:p>
        </w:tc>
        <w:tc>
          <w:tcPr>
            <w:tcW w:w="1867" w:type="dxa"/>
          </w:tcPr>
          <w:p w14:paraId="092929B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Elettrovalvola a riarmo manuale per gas in alluminio </w:t>
            </w:r>
          </w:p>
          <w:p w14:paraId="0B31994A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Normalmente Aperta</w:t>
            </w:r>
          </w:p>
          <w:p w14:paraId="08D25685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F-F 1"1/2</w:t>
            </w:r>
          </w:p>
        </w:tc>
        <w:tc>
          <w:tcPr>
            <w:tcW w:w="6525" w:type="dxa"/>
          </w:tcPr>
          <w:p w14:paraId="084DED5C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femmina – femmina per gas in alluminio normalmente aperta da 1”1/2.</w:t>
            </w:r>
          </w:p>
          <w:p w14:paraId="30978903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4070007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23CEE745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538AF637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5148602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4F65AF07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24 W</w:t>
            </w:r>
          </w:p>
          <w:p w14:paraId="0AF87125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filettati secondo UNI EN 10226</w:t>
            </w:r>
          </w:p>
          <w:p w14:paraId="7819447F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7C65B4D8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64D7B448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422C2B10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337CD6C9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5748ABE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19F83A7A" w14:textId="5A2F8649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a riarmo manuale per gas in alluminio Normalmente Aperta F-F 1"1/2 o equivalente.</w:t>
            </w:r>
          </w:p>
        </w:tc>
      </w:tr>
      <w:tr w:rsidR="0024527D" w:rsidRPr="00D5395B" w14:paraId="2395D962" w14:textId="77777777" w:rsidTr="008574C8">
        <w:tc>
          <w:tcPr>
            <w:tcW w:w="1208" w:type="dxa"/>
          </w:tcPr>
          <w:p w14:paraId="7F42F04A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lastRenderedPageBreak/>
              <w:t>00308200</w:t>
            </w:r>
          </w:p>
        </w:tc>
        <w:tc>
          <w:tcPr>
            <w:tcW w:w="1867" w:type="dxa"/>
          </w:tcPr>
          <w:p w14:paraId="4609486F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Elettrovalvola a riarmo manuale per gas in alluminio </w:t>
            </w:r>
          </w:p>
          <w:p w14:paraId="6D2CA66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Normalmente Aperta</w:t>
            </w:r>
          </w:p>
          <w:p w14:paraId="64F8ED0C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F-F 2"</w:t>
            </w:r>
          </w:p>
        </w:tc>
        <w:tc>
          <w:tcPr>
            <w:tcW w:w="6525" w:type="dxa"/>
          </w:tcPr>
          <w:p w14:paraId="3CAADC92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a riarmo manuale femmina – femmina per gas in alluminio normalmente aperta da 2”.</w:t>
            </w:r>
          </w:p>
          <w:p w14:paraId="01DCA682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08EC780F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72C69F15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48D1CBF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38AFAFB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75CB3BC2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24 W</w:t>
            </w:r>
          </w:p>
          <w:p w14:paraId="10C073BF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filettati secondo UNI EN 10226</w:t>
            </w:r>
          </w:p>
          <w:p w14:paraId="42251A03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2463C4B3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227DD82D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50DB0552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7D6805D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1AB5B86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48709F23" w14:textId="5BCADE24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a riarmo manuale per gas in alluminio Normalmente Aperta F-F 2" o equivalente.</w:t>
            </w:r>
          </w:p>
        </w:tc>
      </w:tr>
      <w:tr w:rsidR="0024527D" w:rsidRPr="00D5395B" w14:paraId="6668D052" w14:textId="77777777" w:rsidTr="008574C8">
        <w:tc>
          <w:tcPr>
            <w:tcW w:w="1208" w:type="dxa"/>
          </w:tcPr>
          <w:p w14:paraId="46C14C02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00309064</w:t>
            </w:r>
          </w:p>
        </w:tc>
        <w:tc>
          <w:tcPr>
            <w:tcW w:w="1867" w:type="dxa"/>
          </w:tcPr>
          <w:p w14:paraId="008DC68A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flangiata a riarmo manuale per gas in alluminio</w:t>
            </w:r>
          </w:p>
          <w:p w14:paraId="5A065F7E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Normalmente Chiusa </w:t>
            </w:r>
          </w:p>
          <w:p w14:paraId="418A49EE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 2”1/2 DN 65</w:t>
            </w:r>
          </w:p>
        </w:tc>
        <w:tc>
          <w:tcPr>
            <w:tcW w:w="6525" w:type="dxa"/>
          </w:tcPr>
          <w:p w14:paraId="7142F6A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flangiata a riarmo manuale per gas in alluminio normalmente chiusa da 2”1/2 DN 65.</w:t>
            </w:r>
          </w:p>
          <w:p w14:paraId="30FCE0D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Omologazione CE secondo UNI EN 161.</w:t>
            </w:r>
          </w:p>
          <w:p w14:paraId="704AB4A1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7D006F7C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14C1D093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6A6B59DD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363518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043C2EA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18 W</w:t>
            </w:r>
          </w:p>
          <w:p w14:paraId="13D7228D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flangiati ISO 7005</w:t>
            </w:r>
          </w:p>
          <w:p w14:paraId="3F553930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437FC898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183F471D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4E97D97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327F3B7F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561A3B9F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476E1D5A" w14:textId="2391363F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flangiata a riarmo manuale per gas in alluminio Normalmente Chiusa 2”1/2 DN 65 o equivalente.</w:t>
            </w:r>
          </w:p>
        </w:tc>
      </w:tr>
      <w:tr w:rsidR="0024527D" w:rsidRPr="00D5395B" w14:paraId="41C584BF" w14:textId="77777777" w:rsidTr="008574C8">
        <w:tc>
          <w:tcPr>
            <w:tcW w:w="1208" w:type="dxa"/>
          </w:tcPr>
          <w:p w14:paraId="5E0CD6B1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00309066</w:t>
            </w:r>
          </w:p>
        </w:tc>
        <w:tc>
          <w:tcPr>
            <w:tcW w:w="1867" w:type="dxa"/>
          </w:tcPr>
          <w:p w14:paraId="2D953CA3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flangiata a riarmo manuale per gas in alluminio</w:t>
            </w:r>
          </w:p>
          <w:p w14:paraId="5144081D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lastRenderedPageBreak/>
              <w:t xml:space="preserve">Normalmente Chiusa </w:t>
            </w:r>
          </w:p>
          <w:p w14:paraId="39F824A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 3” DN 80</w:t>
            </w:r>
          </w:p>
        </w:tc>
        <w:tc>
          <w:tcPr>
            <w:tcW w:w="6525" w:type="dxa"/>
          </w:tcPr>
          <w:p w14:paraId="7FA274D3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lastRenderedPageBreak/>
              <w:t>Elettrovalvola flangiata a riarmo manuale per gas in alluminio normalmente chiusa da 3” DN 80.</w:t>
            </w:r>
          </w:p>
          <w:p w14:paraId="1668CD4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Omologazione CE secondo UNI EN 161.</w:t>
            </w:r>
          </w:p>
          <w:p w14:paraId="4D97AB67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4E97785E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23F181D8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030F1131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413307B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1F37DAEB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18 W</w:t>
            </w:r>
          </w:p>
          <w:p w14:paraId="3CD63A12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flangiati ISO 7005</w:t>
            </w:r>
          </w:p>
          <w:p w14:paraId="017E9012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6F69B99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460282EB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6965504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6EC69F7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54E198D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6DB13184" w14:textId="2BC04905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flangiata a riarmo manuale per gas in alluminio Normalmente Chiusa 3” DN 80 o equivalente.</w:t>
            </w:r>
          </w:p>
        </w:tc>
      </w:tr>
      <w:tr w:rsidR="0024527D" w:rsidRPr="00D5395B" w14:paraId="6FD4008E" w14:textId="77777777" w:rsidTr="008574C8">
        <w:tc>
          <w:tcPr>
            <w:tcW w:w="1208" w:type="dxa"/>
          </w:tcPr>
          <w:p w14:paraId="51826D8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lastRenderedPageBreak/>
              <w:t>00309068</w:t>
            </w:r>
          </w:p>
        </w:tc>
        <w:tc>
          <w:tcPr>
            <w:tcW w:w="1867" w:type="dxa"/>
          </w:tcPr>
          <w:p w14:paraId="13B09B3A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flangiata a riarmo manuale per gas in alluminio</w:t>
            </w:r>
          </w:p>
          <w:p w14:paraId="793FC8F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Normalmente Chiusa </w:t>
            </w:r>
          </w:p>
          <w:p w14:paraId="1F0DEE8C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 4” DN 100</w:t>
            </w:r>
          </w:p>
        </w:tc>
        <w:tc>
          <w:tcPr>
            <w:tcW w:w="6525" w:type="dxa"/>
          </w:tcPr>
          <w:p w14:paraId="74852E8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flangiata a riarmo manuale per gas in alluminio normalmente chiusa da 4” DN 100.</w:t>
            </w:r>
          </w:p>
          <w:p w14:paraId="3456B75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Omologazione CE secondo UNI EN 161.</w:t>
            </w:r>
          </w:p>
          <w:p w14:paraId="7DC3D3AD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5C9C7C99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7A64D105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08B3AC0C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FDC0C51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67D175F6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18 W</w:t>
            </w:r>
          </w:p>
          <w:p w14:paraId="69A745F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flangiati ISO 7005</w:t>
            </w:r>
          </w:p>
          <w:p w14:paraId="51350321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79C5EB5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38E361F2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063150D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2CF800D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4145B1D7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29C46E9B" w14:textId="3B34DE7F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flangiata a riarmo manuale per gas in alluminio Normalmente Chiusa 4” DN 100 o equivalente.</w:t>
            </w:r>
          </w:p>
        </w:tc>
      </w:tr>
      <w:tr w:rsidR="0024527D" w:rsidRPr="00D5395B" w14:paraId="367BAF57" w14:textId="77777777" w:rsidTr="008574C8">
        <w:tc>
          <w:tcPr>
            <w:tcW w:w="1208" w:type="dxa"/>
          </w:tcPr>
          <w:p w14:paraId="33263608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00308212</w:t>
            </w:r>
          </w:p>
        </w:tc>
        <w:tc>
          <w:tcPr>
            <w:tcW w:w="1867" w:type="dxa"/>
          </w:tcPr>
          <w:p w14:paraId="5BF3A0DA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flangiata a riarmo manuale per gas in alluminio</w:t>
            </w:r>
          </w:p>
          <w:p w14:paraId="2C6EC422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Normalmente Aperta</w:t>
            </w:r>
          </w:p>
          <w:p w14:paraId="3067064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 2”1/2 DN 65</w:t>
            </w:r>
          </w:p>
        </w:tc>
        <w:tc>
          <w:tcPr>
            <w:tcW w:w="6525" w:type="dxa"/>
          </w:tcPr>
          <w:p w14:paraId="7B686E90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flangiata a riarmo manuale per gas in alluminio normalmente aperta da 2”1/2 DN 65.</w:t>
            </w:r>
          </w:p>
          <w:p w14:paraId="706680EC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276CCC41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13E4B075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47523FFC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96D8B53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3A86D4C1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23 W</w:t>
            </w:r>
          </w:p>
          <w:p w14:paraId="619CD5A4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lastRenderedPageBreak/>
              <w:t>Attacchi flangiati ISO 7005</w:t>
            </w:r>
          </w:p>
          <w:p w14:paraId="58BCD323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5EFCC865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22A0AD00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09199878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35FAE14D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74A2192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09AC6A6E" w14:textId="569E1E9D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flangiata a riarmo manuale per gas in alluminio Normalmente Aperta 2”1/2 DN 65 o equivalente.</w:t>
            </w:r>
          </w:p>
        </w:tc>
      </w:tr>
      <w:tr w:rsidR="0024527D" w:rsidRPr="00D5395B" w14:paraId="2FE089FE" w14:textId="77777777" w:rsidTr="008574C8">
        <w:tc>
          <w:tcPr>
            <w:tcW w:w="1208" w:type="dxa"/>
          </w:tcPr>
          <w:p w14:paraId="42026AF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lastRenderedPageBreak/>
              <w:t>00308300</w:t>
            </w:r>
          </w:p>
        </w:tc>
        <w:tc>
          <w:tcPr>
            <w:tcW w:w="1867" w:type="dxa"/>
          </w:tcPr>
          <w:p w14:paraId="71CEF8DF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flangiata a riarmo manuale per gas in alluminio</w:t>
            </w:r>
          </w:p>
          <w:p w14:paraId="2C2E6D1D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Normalmente Aperta</w:t>
            </w:r>
          </w:p>
          <w:p w14:paraId="0C1CACCF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 3” DN 80</w:t>
            </w:r>
          </w:p>
        </w:tc>
        <w:tc>
          <w:tcPr>
            <w:tcW w:w="6525" w:type="dxa"/>
          </w:tcPr>
          <w:p w14:paraId="431E2850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flangiata a riarmo manuale per gas in alluminio normalmente aperta da 3” DN 80.</w:t>
            </w:r>
          </w:p>
          <w:p w14:paraId="76FD57D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702061BE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2552B986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71A41B20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FB18579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185A4DB3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23 W</w:t>
            </w:r>
          </w:p>
          <w:p w14:paraId="5B637E3A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flangiati ISO 7005</w:t>
            </w:r>
          </w:p>
          <w:p w14:paraId="12EE6BBD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5FA7DE04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45FD2DA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1CCE00B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25FF4A06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Grado di protezione: IP65</w:t>
            </w:r>
          </w:p>
          <w:p w14:paraId="4DC78938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7AE7F64B" w14:textId="7F3E420B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flangiata a riarmo manuale per gas in alluminio Normalmente Aperta 3” DN 80 o equivalente.</w:t>
            </w:r>
          </w:p>
        </w:tc>
      </w:tr>
      <w:tr w:rsidR="0024527D" w:rsidRPr="00D5395B" w14:paraId="1C0E9ECE" w14:textId="77777777" w:rsidTr="008574C8">
        <w:tc>
          <w:tcPr>
            <w:tcW w:w="1208" w:type="dxa"/>
          </w:tcPr>
          <w:p w14:paraId="541A9ABB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00308400</w:t>
            </w:r>
          </w:p>
        </w:tc>
        <w:tc>
          <w:tcPr>
            <w:tcW w:w="1867" w:type="dxa"/>
          </w:tcPr>
          <w:p w14:paraId="1BAEE063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flangiata a riarmo manuale per gas in alluminio</w:t>
            </w:r>
          </w:p>
          <w:p w14:paraId="1EE2F163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Normalmente Aperta</w:t>
            </w:r>
          </w:p>
          <w:p w14:paraId="03531805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 xml:space="preserve"> 4” DN 100</w:t>
            </w:r>
          </w:p>
        </w:tc>
        <w:tc>
          <w:tcPr>
            <w:tcW w:w="6525" w:type="dxa"/>
          </w:tcPr>
          <w:p w14:paraId="25CD1C02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Elettrovalvola flangiata a riarmo manuale per gas in alluminio normalmente aperta da 4” DN 100.</w:t>
            </w:r>
          </w:p>
          <w:p w14:paraId="48B8484D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Gas 2009/142/CE.</w:t>
            </w:r>
          </w:p>
          <w:p w14:paraId="60BA9F11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Cs/>
                <w:sz w:val="20"/>
              </w:rPr>
              <w:t>Conforme Direttiva ATEX 2014/34/UE.</w:t>
            </w:r>
          </w:p>
          <w:p w14:paraId="72753AFF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16653117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318FAEC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Tensione di alimentazione: 230 Vac - 50/60 Hz</w:t>
            </w:r>
          </w:p>
          <w:p w14:paraId="305F1916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Potenza assorbita: 23 W</w:t>
            </w:r>
          </w:p>
          <w:p w14:paraId="4B52234E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Attacchi flangiati ISO 7005</w:t>
            </w:r>
          </w:p>
          <w:p w14:paraId="292137A9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Pressione massima di esercizio: 500 mbar</w:t>
            </w:r>
          </w:p>
          <w:p w14:paraId="7A611D71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Temperatura ambiente: da -15 a +60 °C</w:t>
            </w:r>
          </w:p>
          <w:p w14:paraId="7AB36A17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 xml:space="preserve">Temperatura superficiale max: 80 °C </w:t>
            </w:r>
          </w:p>
          <w:p w14:paraId="4FF9DFE0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t>Tempo di chiusura: &lt;1 s</w:t>
            </w:r>
          </w:p>
          <w:p w14:paraId="400E8764" w14:textId="77777777" w:rsidR="0024527D" w:rsidRPr="0024527D" w:rsidRDefault="0024527D" w:rsidP="0024527D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24527D">
              <w:rPr>
                <w:rFonts w:ascii="Poppins" w:hAnsi="Poppins" w:cs="Poppins"/>
                <w:sz w:val="20"/>
              </w:rPr>
              <w:lastRenderedPageBreak/>
              <w:t>Grado di protezione: IP65</w:t>
            </w:r>
          </w:p>
          <w:p w14:paraId="086CDA34" w14:textId="77777777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52FBAC52" w14:textId="35EEF592" w:rsidR="0024527D" w:rsidRPr="0024527D" w:rsidRDefault="0024527D" w:rsidP="0024527D">
            <w:pPr>
              <w:pStyle w:val="Intestazione"/>
              <w:tabs>
                <w:tab w:val="clear" w:pos="4819"/>
                <w:tab w:val="clear" w:pos="9638"/>
                <w:tab w:val="left" w:pos="31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4527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C3395">
              <w:rPr>
                <w:rFonts w:ascii="Poppins" w:hAnsi="Poppins" w:cs="Poppins"/>
                <w:b/>
                <w:sz w:val="20"/>
              </w:rPr>
              <w:t>Emmeti</w:t>
            </w:r>
            <w:r w:rsidRPr="0024527D">
              <w:rPr>
                <w:rFonts w:ascii="Poppins" w:hAnsi="Poppins" w:cs="Poppins"/>
                <w:b/>
                <w:sz w:val="20"/>
              </w:rPr>
              <w:t xml:space="preserve"> – Modello Elettrovalvola flangiata a riarmo manuale per gas in alluminio Normalmente Aperta 4” DN 100 o equivalente.</w:t>
            </w:r>
          </w:p>
        </w:tc>
      </w:tr>
    </w:tbl>
    <w:p w14:paraId="7A063410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E6EEB" w14:textId="77777777" w:rsidR="006B6508" w:rsidRDefault="006B6508">
      <w:r>
        <w:separator/>
      </w:r>
    </w:p>
  </w:endnote>
  <w:endnote w:type="continuationSeparator" w:id="0">
    <w:p w14:paraId="4D721E22" w14:textId="77777777" w:rsidR="006B6508" w:rsidRDefault="006B6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DBBBE" w14:textId="77777777" w:rsidR="008574C8" w:rsidRDefault="008574C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574C8" w14:paraId="7BD8FB7A" w14:textId="77777777" w:rsidTr="004706FD">
      <w:tc>
        <w:tcPr>
          <w:tcW w:w="4534" w:type="dxa"/>
        </w:tcPr>
        <w:p w14:paraId="20F84ED4" w14:textId="77777777" w:rsidR="008574C8" w:rsidRPr="00C86331" w:rsidRDefault="008574C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802849">
            <w:rPr>
              <w:rFonts w:ascii="Poppins" w:hAnsi="Poppins" w:cs="Poppins"/>
              <w:iCs/>
              <w:noProof/>
              <w:sz w:val="16"/>
            </w:rPr>
            <w:t>Elettrovalvole gas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70F4D695" w14:textId="2737C958" w:rsidR="008574C8" w:rsidRPr="00EC29FF" w:rsidRDefault="008574C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C3395">
            <w:rPr>
              <w:rFonts w:ascii="Poppins" w:hAnsi="Poppins" w:cs="Poppins"/>
              <w:noProof/>
              <w:sz w:val="14"/>
              <w:szCs w:val="14"/>
            </w:rPr>
            <w:t>10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4E346025" w14:textId="77777777" w:rsidR="008574C8" w:rsidRPr="005C61B9" w:rsidRDefault="008574C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8C8509E" wp14:editId="17C9A70D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8419F" w14:textId="77777777" w:rsidR="006B6508" w:rsidRDefault="006B6508">
      <w:r>
        <w:separator/>
      </w:r>
    </w:p>
  </w:footnote>
  <w:footnote w:type="continuationSeparator" w:id="0">
    <w:p w14:paraId="7C2C2A21" w14:textId="77777777" w:rsidR="006B6508" w:rsidRDefault="006B6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4ABE1" w14:textId="77777777" w:rsidR="008574C8" w:rsidRDefault="008574C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F4AEBD9" wp14:editId="4846A22C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52E28C16" w14:textId="77777777" w:rsidR="008574C8" w:rsidRPr="00D440AE" w:rsidRDefault="008574C8" w:rsidP="00CC31A7">
    <w:pPr>
      <w:pStyle w:val="Intestazione"/>
      <w:jc w:val="center"/>
      <w:rPr>
        <w:sz w:val="16"/>
        <w:szCs w:val="16"/>
      </w:rPr>
    </w:pPr>
  </w:p>
  <w:p w14:paraId="58250E6B" w14:textId="77777777" w:rsidR="008574C8" w:rsidRPr="00D440AE" w:rsidRDefault="008574C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049864">
    <w:abstractNumId w:val="3"/>
  </w:num>
  <w:num w:numId="2" w16cid:durableId="140391050">
    <w:abstractNumId w:val="2"/>
  </w:num>
  <w:num w:numId="3" w16cid:durableId="1280794910">
    <w:abstractNumId w:val="0"/>
  </w:num>
  <w:num w:numId="4" w16cid:durableId="239565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9136B"/>
    <w:rsid w:val="000B6932"/>
    <w:rsid w:val="000C52FA"/>
    <w:rsid w:val="000F7A52"/>
    <w:rsid w:val="00103A0D"/>
    <w:rsid w:val="001441C6"/>
    <w:rsid w:val="001450AB"/>
    <w:rsid w:val="001620E3"/>
    <w:rsid w:val="00171DAE"/>
    <w:rsid w:val="00195A49"/>
    <w:rsid w:val="001F782F"/>
    <w:rsid w:val="0023000E"/>
    <w:rsid w:val="002346C2"/>
    <w:rsid w:val="0024527D"/>
    <w:rsid w:val="00264BCF"/>
    <w:rsid w:val="0028448D"/>
    <w:rsid w:val="002862D2"/>
    <w:rsid w:val="002B5D63"/>
    <w:rsid w:val="003333BC"/>
    <w:rsid w:val="00344430"/>
    <w:rsid w:val="003524C7"/>
    <w:rsid w:val="00357812"/>
    <w:rsid w:val="00433C12"/>
    <w:rsid w:val="0044592F"/>
    <w:rsid w:val="00447EFC"/>
    <w:rsid w:val="004706FD"/>
    <w:rsid w:val="00474537"/>
    <w:rsid w:val="0048382E"/>
    <w:rsid w:val="00536743"/>
    <w:rsid w:val="00562E55"/>
    <w:rsid w:val="005C61B9"/>
    <w:rsid w:val="00610639"/>
    <w:rsid w:val="006B218C"/>
    <w:rsid w:val="006B29B1"/>
    <w:rsid w:val="006B6508"/>
    <w:rsid w:val="006C14CB"/>
    <w:rsid w:val="006D044B"/>
    <w:rsid w:val="006D4FDF"/>
    <w:rsid w:val="006E5C4B"/>
    <w:rsid w:val="006F1812"/>
    <w:rsid w:val="006F6AB3"/>
    <w:rsid w:val="00710BB8"/>
    <w:rsid w:val="00727388"/>
    <w:rsid w:val="00745AB1"/>
    <w:rsid w:val="0074712F"/>
    <w:rsid w:val="00782096"/>
    <w:rsid w:val="007D5EC7"/>
    <w:rsid w:val="007E6E02"/>
    <w:rsid w:val="007E7665"/>
    <w:rsid w:val="008014DD"/>
    <w:rsid w:val="00802849"/>
    <w:rsid w:val="0080323F"/>
    <w:rsid w:val="00830828"/>
    <w:rsid w:val="00844BBC"/>
    <w:rsid w:val="008574C8"/>
    <w:rsid w:val="00867692"/>
    <w:rsid w:val="008804CB"/>
    <w:rsid w:val="008A2C0A"/>
    <w:rsid w:val="008B5587"/>
    <w:rsid w:val="00923354"/>
    <w:rsid w:val="00931A8A"/>
    <w:rsid w:val="00942B09"/>
    <w:rsid w:val="00992282"/>
    <w:rsid w:val="009A219D"/>
    <w:rsid w:val="009C1166"/>
    <w:rsid w:val="009C3395"/>
    <w:rsid w:val="009E07DC"/>
    <w:rsid w:val="009E250A"/>
    <w:rsid w:val="009E2742"/>
    <w:rsid w:val="00A06A5E"/>
    <w:rsid w:val="00A216E2"/>
    <w:rsid w:val="00A62A77"/>
    <w:rsid w:val="00A743FF"/>
    <w:rsid w:val="00AC0741"/>
    <w:rsid w:val="00AD05EC"/>
    <w:rsid w:val="00AD1706"/>
    <w:rsid w:val="00B7475F"/>
    <w:rsid w:val="00B93CD1"/>
    <w:rsid w:val="00BB2A5B"/>
    <w:rsid w:val="00BD14D8"/>
    <w:rsid w:val="00BF1E16"/>
    <w:rsid w:val="00C203AE"/>
    <w:rsid w:val="00C233C1"/>
    <w:rsid w:val="00C25698"/>
    <w:rsid w:val="00C27DFF"/>
    <w:rsid w:val="00C437EE"/>
    <w:rsid w:val="00C55FF9"/>
    <w:rsid w:val="00C86331"/>
    <w:rsid w:val="00C93402"/>
    <w:rsid w:val="00CB1475"/>
    <w:rsid w:val="00CC31A7"/>
    <w:rsid w:val="00CE7C2F"/>
    <w:rsid w:val="00D061A5"/>
    <w:rsid w:val="00D178ED"/>
    <w:rsid w:val="00D17F30"/>
    <w:rsid w:val="00D229AF"/>
    <w:rsid w:val="00D440AE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A01C8"/>
    <w:rsid w:val="00EB33B9"/>
    <w:rsid w:val="00EC29FF"/>
    <w:rsid w:val="00EC60FD"/>
    <w:rsid w:val="00EF73E5"/>
    <w:rsid w:val="00F50F65"/>
    <w:rsid w:val="00F6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3509BB3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24527D"/>
    <w:rPr>
      <w:rFonts w:ascii="CG Omega" w:hAnsi="CG Omega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82E76-0B9F-49F4-8399-51BDB10A5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10</Pages>
  <Words>2327</Words>
  <Characters>12183</Characters>
  <Application>Microsoft Office Word</Application>
  <DocSecurity>4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14482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2025-01-15T10:23:00Z</dcterms:created>
  <dcterms:modified xsi:type="dcterms:W3CDTF">2025-01-15T10:23:00Z</dcterms:modified>
</cp:coreProperties>
</file>